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704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Student Object Choice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(Day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B423F" w:rsidRDefault="00D85633" w:rsidP="007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Various </w:t>
            </w:r>
            <w:proofErr w:type="spellStart"/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B0900" w:rsidRPr="0067424C" w:rsidRDefault="00DB423F" w:rsidP="00793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Number Chart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60" w:type="dxa"/>
            <w:gridSpan w:val="3"/>
          </w:tcPr>
          <w:p w:rsidR="00DB423F" w:rsidRDefault="00D85633" w:rsidP="00554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Individual bags of 30 </w:t>
            </w:r>
            <w:proofErr w:type="spellStart"/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  <w:p w:rsidR="004B0900" w:rsidRDefault="00DB423F" w:rsidP="005548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Pencil/paper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48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Skip Count</w:t>
            </w:r>
          </w:p>
          <w:p w:rsidR="00DB423F" w:rsidRDefault="00DB42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 and K.CC.3   Counting objects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30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76E40" w:rsidRDefault="00D85633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C76E4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6E40" w:rsidRDefault="00C76E40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skip count to 30</w:t>
            </w:r>
            <w:r w:rsidR="00674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  <w:p w:rsidR="00674017" w:rsidRDefault="00674017" w:rsidP="0067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to 20.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students</w:t>
            </w:r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jump 10 times and teacher will write 10 on board as they write it with their finger on </w:t>
            </w:r>
            <w:r w:rsidR="00C76E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>floor.  Do the same with a different movement for the numbers 20 and 30.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93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</w:t>
            </w:r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</w:t>
            </w:r>
            <w:proofErr w:type="spellStart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 to make 3 sets of 10.  Skip </w:t>
            </w:r>
            <w:proofErr w:type="gramStart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proofErr w:type="gramEnd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them by 10 using the number chart.  Do the same with links, </w:t>
            </w:r>
            <w:proofErr w:type="spellStart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>legos</w:t>
            </w:r>
            <w:proofErr w:type="spellEnd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etc.  (30 </w:t>
            </w:r>
            <w:proofErr w:type="gramStart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>is</w:t>
            </w:r>
            <w:proofErr w:type="gramEnd"/>
            <w:r w:rsidR="00793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same no matter what manipulative you use.)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54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put out 3 separate tubs of </w:t>
            </w:r>
            <w:proofErr w:type="spellStart"/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divide class into 3 groups.  Teacher and each student will count out 3 sets of 10 and skip count them.   Groups will then rotate 2 more times and do the same activity with the teacher.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B42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="00470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ents will 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>each get a bag with 30 objects in it, take it to their seat and count out 3 sets of 10.  They will then skip count the sets to 30.  Last, they will write their numbers to 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16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Students will</w:t>
            </w:r>
            <w:r w:rsidR="00DB42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their objects back into the bag and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use their fingers to “write” the number the teacher calls out on their table.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9451F5" w:rsidRPr="009451F5" w:rsidRDefault="00DB423F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Skip count higher than 30.</w:t>
            </w:r>
          </w:p>
        </w:tc>
        <w:tc>
          <w:tcPr>
            <w:tcW w:w="3672" w:type="dxa"/>
            <w:gridSpan w:val="3"/>
          </w:tcPr>
          <w:p w:rsidR="00F16E46" w:rsidRPr="009451F5" w:rsidRDefault="00DB423F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to 20 by ones.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paper 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76E40" w:rsidRDefault="00C76E40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E40" w:rsidRDefault="00C76E40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B2637"/>
    <w:rsid w:val="001F16C1"/>
    <w:rsid w:val="001F5E82"/>
    <w:rsid w:val="00224A5F"/>
    <w:rsid w:val="00247547"/>
    <w:rsid w:val="00270731"/>
    <w:rsid w:val="00274ACD"/>
    <w:rsid w:val="0028190D"/>
    <w:rsid w:val="00285686"/>
    <w:rsid w:val="002B77CB"/>
    <w:rsid w:val="002C6606"/>
    <w:rsid w:val="00312FFF"/>
    <w:rsid w:val="0038033C"/>
    <w:rsid w:val="003A60D1"/>
    <w:rsid w:val="003D7D31"/>
    <w:rsid w:val="0047042F"/>
    <w:rsid w:val="004B0900"/>
    <w:rsid w:val="004B658C"/>
    <w:rsid w:val="0051657B"/>
    <w:rsid w:val="00546CA9"/>
    <w:rsid w:val="005548B5"/>
    <w:rsid w:val="00570FB8"/>
    <w:rsid w:val="005B0AFA"/>
    <w:rsid w:val="005C4CBE"/>
    <w:rsid w:val="00622BF9"/>
    <w:rsid w:val="00643719"/>
    <w:rsid w:val="006619C9"/>
    <w:rsid w:val="00674017"/>
    <w:rsid w:val="0067424C"/>
    <w:rsid w:val="006A0ACD"/>
    <w:rsid w:val="006C0036"/>
    <w:rsid w:val="006C0155"/>
    <w:rsid w:val="006D1332"/>
    <w:rsid w:val="00793F60"/>
    <w:rsid w:val="007B401D"/>
    <w:rsid w:val="0085449A"/>
    <w:rsid w:val="008A5041"/>
    <w:rsid w:val="008C13D7"/>
    <w:rsid w:val="008E2D6D"/>
    <w:rsid w:val="009451F5"/>
    <w:rsid w:val="009B085C"/>
    <w:rsid w:val="009F1806"/>
    <w:rsid w:val="00A67FA5"/>
    <w:rsid w:val="00AB454B"/>
    <w:rsid w:val="00B51CA8"/>
    <w:rsid w:val="00C76E40"/>
    <w:rsid w:val="00C92D93"/>
    <w:rsid w:val="00CB2DBC"/>
    <w:rsid w:val="00CD5617"/>
    <w:rsid w:val="00D53EDF"/>
    <w:rsid w:val="00D7779B"/>
    <w:rsid w:val="00D85633"/>
    <w:rsid w:val="00D864A2"/>
    <w:rsid w:val="00DB423F"/>
    <w:rsid w:val="00EA0639"/>
    <w:rsid w:val="00F16E46"/>
    <w:rsid w:val="00F77D89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www.w3.org/XML/1998/namespace"/>
    <ds:schemaRef ds:uri="http://purl.org/dc/terms/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1B4D07-E130-4B25-896B-20A44D6B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6A6A21CF.dotm</Template>
  <TotalTime>1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cp:lastPrinted>2012-06-21T16:29:00Z</cp:lastPrinted>
  <dcterms:created xsi:type="dcterms:W3CDTF">2012-06-27T17:49:00Z</dcterms:created>
  <dcterms:modified xsi:type="dcterms:W3CDTF">2012-06-27T17:49:00Z</dcterms:modified>
</cp:coreProperties>
</file>